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4589D38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5065F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</w:t>
      </w:r>
      <w:r w:rsidR="00EB60FD">
        <w:rPr>
          <w:lang w:eastAsia="cs-CZ"/>
        </w:rPr>
        <w:t>D</w:t>
      </w:r>
    </w:p>
    <w:p w14:paraId="3E278181" w14:textId="09563B3D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09753D">
        <w:rPr>
          <w:rFonts w:eastAsia="Times New Roman"/>
        </w:rPr>
        <w:t xml:space="preserve"> 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5A818AEF" w:rsidR="003C4FBB" w:rsidRDefault="003C4FBB" w:rsidP="00057842">
      <w:pPr>
        <w:pStyle w:val="Identifikace"/>
        <w:rPr>
          <w:lang w:eastAsia="cs-CZ"/>
        </w:rPr>
      </w:pPr>
      <w:bookmarkStart w:id="0" w:name="_Hlk193370375"/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09753D">
        <w:rPr>
          <w:lang w:eastAsia="cs-CZ"/>
        </w:rPr>
        <w:t xml:space="preserve">                      </w:t>
      </w:r>
      <w:r w:rsidR="00DB4961" w:rsidRPr="005170FE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70FE">
        <w:rPr>
          <w:highlight w:val="green"/>
          <w:lang w:eastAsia="cs-CZ"/>
        </w:rPr>
        <w:t>]</w:t>
      </w:r>
    </w:p>
    <w:p w14:paraId="5D42806C" w14:textId="0125B60C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09753D">
        <w:rPr>
          <w:lang w:eastAsia="cs-CZ"/>
        </w:rPr>
        <w:t xml:space="preserve">                      </w:t>
      </w:r>
      <w:r w:rsidR="00DB4961" w:rsidRPr="005170FE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70FE">
        <w:rPr>
          <w:highlight w:val="green"/>
          <w:lang w:eastAsia="cs-CZ"/>
        </w:rPr>
        <w:t>]</w:t>
      </w:r>
    </w:p>
    <w:p w14:paraId="5B458EFE" w14:textId="3D907232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09753D">
        <w:rPr>
          <w:lang w:eastAsia="cs-CZ"/>
        </w:rPr>
        <w:t xml:space="preserve">                      </w:t>
      </w:r>
      <w:r w:rsidR="00DB4961" w:rsidRPr="005170FE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5170FE">
        <w:rPr>
          <w:highlight w:val="green"/>
          <w:lang w:eastAsia="cs-CZ"/>
        </w:rPr>
        <w:t>]</w:t>
      </w:r>
    </w:p>
    <w:p w14:paraId="168B855C" w14:textId="04B861A5" w:rsidR="003C4FBB" w:rsidRDefault="003C4FBB" w:rsidP="00057842">
      <w:pPr>
        <w:pStyle w:val="Identifikace"/>
      </w:pPr>
      <w:r>
        <w:t>Zastoupen</w:t>
      </w:r>
      <w:r>
        <w:tab/>
      </w:r>
      <w:r w:rsidR="0009753D">
        <w:t xml:space="preserve">                      </w:t>
      </w:r>
      <w:r w:rsidR="00DB4961" w:rsidRPr="005170FE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5170FE">
        <w:rPr>
          <w:highlight w:val="green"/>
        </w:rPr>
        <w:t>]</w:t>
      </w:r>
    </w:p>
    <w:p w14:paraId="610494B5" w14:textId="566FC90B" w:rsidR="0009753D" w:rsidRPr="003118F2" w:rsidRDefault="0009753D" w:rsidP="0009753D">
      <w:pPr>
        <w:pStyle w:val="Identifikace"/>
        <w:rPr>
          <w:b/>
          <w:bCs/>
        </w:rPr>
      </w:pPr>
      <w:r w:rsidRPr="003118F2">
        <w:rPr>
          <w:b/>
          <w:bCs/>
        </w:rPr>
        <w:t xml:space="preserve">Část VZ </w:t>
      </w:r>
      <w:r w:rsidR="00701D5F" w:rsidRPr="003118F2">
        <w:rPr>
          <w:b/>
          <w:bCs/>
        </w:rPr>
        <w:t>(</w:t>
      </w:r>
      <w:r w:rsidRPr="003118F2">
        <w:rPr>
          <w:b/>
          <w:bCs/>
        </w:rPr>
        <w:t>A</w:t>
      </w:r>
      <w:r w:rsidR="00105B2B">
        <w:rPr>
          <w:b/>
          <w:bCs/>
        </w:rPr>
        <w:t>,</w:t>
      </w:r>
      <w:r w:rsidRPr="003118F2">
        <w:rPr>
          <w:b/>
          <w:bCs/>
        </w:rPr>
        <w:t xml:space="preserve"> </w:t>
      </w:r>
      <w:r w:rsidR="001013BE">
        <w:rPr>
          <w:b/>
          <w:bCs/>
        </w:rPr>
        <w:t>B</w:t>
      </w:r>
      <w:r w:rsidR="00701D5F" w:rsidRPr="003118F2">
        <w:rPr>
          <w:b/>
          <w:bCs/>
        </w:rPr>
        <w:t>)</w:t>
      </w:r>
      <w:r w:rsidRPr="003118F2">
        <w:rPr>
          <w:b/>
          <w:bCs/>
        </w:rPr>
        <w:t xml:space="preserve">, ke které se ČP vztahuje </w:t>
      </w:r>
      <w:r w:rsidRPr="003118F2">
        <w:rPr>
          <w:b/>
          <w:bCs/>
        </w:rPr>
        <w:tab/>
      </w:r>
      <w:r w:rsidR="001013BE" w:rsidRPr="005170FE">
        <w:rPr>
          <w:bCs/>
          <w:highlight w:val="green"/>
        </w:rPr>
        <w:t>[</w:t>
      </w:r>
      <w:r w:rsidR="001013BE" w:rsidRPr="00C84E50">
        <w:rPr>
          <w:bCs/>
          <w:highlight w:val="green"/>
        </w:rPr>
        <w:t>DOPLNÍ</w:t>
      </w:r>
      <w:r w:rsidR="001013BE">
        <w:rPr>
          <w:highlight w:val="green"/>
        </w:rPr>
        <w:t xml:space="preserve"> ÚČASTNÍK</w:t>
      </w:r>
      <w:r w:rsidR="001013BE" w:rsidRPr="005170FE">
        <w:rPr>
          <w:highlight w:val="green"/>
        </w:rPr>
        <w:t>]</w:t>
      </w:r>
    </w:p>
    <w:bookmarkEnd w:id="0"/>
    <w:p w14:paraId="20EDE205" w14:textId="77777777" w:rsidR="0009753D" w:rsidRDefault="0009753D" w:rsidP="00057842">
      <w:pPr>
        <w:pStyle w:val="Identifikace"/>
      </w:pPr>
    </w:p>
    <w:p w14:paraId="54D580FD" w14:textId="4A3466DA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09753D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1" w:name="_Toc403053768"/>
      <w:bookmarkStart w:id="2" w:name="_Hlk193371638"/>
      <w:r w:rsidRPr="0009753D">
        <w:rPr>
          <w:rFonts w:eastAsia="Times New Roman" w:cs="Times New Roman"/>
          <w:b/>
          <w:lang w:eastAsia="cs-CZ"/>
        </w:rPr>
        <w:t>„</w:t>
      </w:r>
      <w:bookmarkEnd w:id="1"/>
      <w:r w:rsidR="001013BE">
        <w:rPr>
          <w:rStyle w:val="Tun"/>
          <w:rFonts w:eastAsiaTheme="minorHAnsi"/>
        </w:rPr>
        <w:t>Pořízení užitkových elektrických vozidel pro potřeby Správy železnic</w:t>
      </w:r>
      <w:r w:rsidRPr="0009753D">
        <w:t>“</w:t>
      </w:r>
      <w:bookmarkEnd w:id="2"/>
      <w:r w:rsidRPr="0009753D">
        <w:rPr>
          <w:rFonts w:eastAsia="Times New Roman" w:cs="Times New Roman"/>
          <w:bCs/>
          <w:lang w:eastAsia="cs-CZ"/>
        </w:rPr>
        <w:t>,</w:t>
      </w:r>
      <w:r w:rsidRPr="0009753D">
        <w:rPr>
          <w:rFonts w:eastAsia="Times New Roman" w:cs="Times New Roman"/>
          <w:lang w:eastAsia="cs-CZ"/>
        </w:rPr>
        <w:t xml:space="preserve"> tímto čestně prohlašuje, že za poslední 3 roky</w:t>
      </w:r>
      <w:r w:rsidR="0009753D">
        <w:rPr>
          <w:rFonts w:eastAsia="Times New Roman" w:cs="Times New Roman"/>
          <w:lang w:eastAsia="cs-CZ"/>
        </w:rPr>
        <w:t xml:space="preserve"> p</w:t>
      </w:r>
      <w:r>
        <w:rPr>
          <w:rFonts w:eastAsia="Times New Roman" w:cs="Times New Roman"/>
          <w:lang w:eastAsia="cs-CZ"/>
        </w:rPr>
        <w:t xml:space="preserve">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707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400"/>
        <w:gridCol w:w="2410"/>
        <w:gridCol w:w="1559"/>
      </w:tblGrid>
      <w:tr w:rsidR="003C4FBB" w14:paraId="38D85DF3" w14:textId="77777777" w:rsidTr="00105B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61338F">
            <w:pPr>
              <w:pStyle w:val="Tabulka"/>
              <w:jc w:val="left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FC62F2">
            <w:pPr>
              <w:pStyle w:val="Tabulka"/>
              <w:jc w:val="left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400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105B2B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410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61338F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61338F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61338F">
              <w:rPr>
                <w:rStyle w:val="Tuntabulka"/>
                <w:rFonts w:asciiTheme="minorHAnsi" w:eastAsiaTheme="minorHAnsi" w:hAnsiTheme="minorHAnsi"/>
                <w:b/>
              </w:rPr>
              <w:t xml:space="preserve">Doba realizace </w:t>
            </w:r>
          </w:p>
          <w:p w14:paraId="0868D5A2" w14:textId="5FB6A6FD" w:rsidR="003C4FBB" w:rsidRPr="00057842" w:rsidRDefault="003C4FBB" w:rsidP="00FC62F2">
            <w:pPr>
              <w:pStyle w:val="Tabulka"/>
              <w:jc w:val="left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09753D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:rsidRPr="00FC62F2" w14:paraId="2DCD577F" w14:textId="77777777" w:rsidTr="00105B2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C62F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C62F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C62F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FC62F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FC62F2" w14:paraId="34977EE0" w14:textId="77777777" w:rsidTr="00105B2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FC62F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0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FC62F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FC62F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FC62F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701D5F" w:rsidRPr="00FC62F2" w14:paraId="6FD69470" w14:textId="77777777" w:rsidTr="00105B2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CF3B5E" w14:textId="3EB94F88" w:rsidR="00701D5F" w:rsidRPr="00FC62F2" w:rsidRDefault="00701D5F" w:rsidP="00701D5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56715" w14:textId="662CEB8C" w:rsidR="00701D5F" w:rsidRPr="00FC62F2" w:rsidRDefault="00701D5F" w:rsidP="00701D5F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1F0539E" w14:textId="64553D36" w:rsidR="00701D5F" w:rsidRPr="00FC62F2" w:rsidRDefault="00701D5F" w:rsidP="00701D5F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C496B5" w14:textId="351A3B47" w:rsidR="00701D5F" w:rsidRPr="00FC62F2" w:rsidRDefault="00701D5F" w:rsidP="00701D5F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FC62F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5170FE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170FE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5170FE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5170FE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AC640" w14:textId="77777777" w:rsidR="00DF14BF" w:rsidRDefault="00DF14BF" w:rsidP="00962258">
      <w:pPr>
        <w:spacing w:after="0" w:line="240" w:lineRule="auto"/>
      </w:pPr>
      <w:r>
        <w:separator/>
      </w:r>
    </w:p>
  </w:endnote>
  <w:endnote w:type="continuationSeparator" w:id="0">
    <w:p w14:paraId="40BAEC54" w14:textId="77777777" w:rsidR="00DF14BF" w:rsidRDefault="00DF14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58A4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F21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8FF7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54A1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06DD3" w14:textId="77777777" w:rsidR="00DF14BF" w:rsidRDefault="00DF14BF" w:rsidP="00962258">
      <w:pPr>
        <w:spacing w:after="0" w:line="240" w:lineRule="auto"/>
      </w:pPr>
      <w:r>
        <w:separator/>
      </w:r>
    </w:p>
  </w:footnote>
  <w:footnote w:type="continuationSeparator" w:id="0">
    <w:p w14:paraId="3F2A9D07" w14:textId="77777777" w:rsidR="00DF14BF" w:rsidRDefault="00DF14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433"/>
    <w:rsid w:val="00072C1E"/>
    <w:rsid w:val="000810D4"/>
    <w:rsid w:val="0009753D"/>
    <w:rsid w:val="000B0801"/>
    <w:rsid w:val="000B084D"/>
    <w:rsid w:val="000B6CE6"/>
    <w:rsid w:val="000E23A7"/>
    <w:rsid w:val="000F3BDA"/>
    <w:rsid w:val="001013BE"/>
    <w:rsid w:val="0010266E"/>
    <w:rsid w:val="00105B2B"/>
    <w:rsid w:val="0010693F"/>
    <w:rsid w:val="00114472"/>
    <w:rsid w:val="001550BC"/>
    <w:rsid w:val="001605B9"/>
    <w:rsid w:val="00170EC5"/>
    <w:rsid w:val="001747C1"/>
    <w:rsid w:val="00184743"/>
    <w:rsid w:val="00186003"/>
    <w:rsid w:val="00195286"/>
    <w:rsid w:val="00201655"/>
    <w:rsid w:val="00207DF5"/>
    <w:rsid w:val="002325BA"/>
    <w:rsid w:val="00280E07"/>
    <w:rsid w:val="002B7EFA"/>
    <w:rsid w:val="002C31BF"/>
    <w:rsid w:val="002D08B1"/>
    <w:rsid w:val="002E0CD7"/>
    <w:rsid w:val="003009E2"/>
    <w:rsid w:val="003118F2"/>
    <w:rsid w:val="00341DCF"/>
    <w:rsid w:val="0035065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A294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70FE"/>
    <w:rsid w:val="00523EA7"/>
    <w:rsid w:val="00553375"/>
    <w:rsid w:val="00554238"/>
    <w:rsid w:val="00557C28"/>
    <w:rsid w:val="005736B7"/>
    <w:rsid w:val="00575E5A"/>
    <w:rsid w:val="005B079D"/>
    <w:rsid w:val="005F1404"/>
    <w:rsid w:val="0061068E"/>
    <w:rsid w:val="0061338F"/>
    <w:rsid w:val="00645A29"/>
    <w:rsid w:val="00660AD3"/>
    <w:rsid w:val="00677B7F"/>
    <w:rsid w:val="00680D9F"/>
    <w:rsid w:val="006A5570"/>
    <w:rsid w:val="006A689C"/>
    <w:rsid w:val="006B3D79"/>
    <w:rsid w:val="006D7AFE"/>
    <w:rsid w:val="006D7BC6"/>
    <w:rsid w:val="006E04D1"/>
    <w:rsid w:val="006E0578"/>
    <w:rsid w:val="006E1973"/>
    <w:rsid w:val="006E314D"/>
    <w:rsid w:val="00701D5F"/>
    <w:rsid w:val="00710723"/>
    <w:rsid w:val="00723ED1"/>
    <w:rsid w:val="00736EE8"/>
    <w:rsid w:val="00743525"/>
    <w:rsid w:val="0076286B"/>
    <w:rsid w:val="00766846"/>
    <w:rsid w:val="0077673A"/>
    <w:rsid w:val="007846E1"/>
    <w:rsid w:val="0079184A"/>
    <w:rsid w:val="007B570C"/>
    <w:rsid w:val="007B739D"/>
    <w:rsid w:val="007C589B"/>
    <w:rsid w:val="007D45CA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06BA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3F58"/>
    <w:rsid w:val="009F392E"/>
    <w:rsid w:val="00A04AFC"/>
    <w:rsid w:val="00A1780E"/>
    <w:rsid w:val="00A40B64"/>
    <w:rsid w:val="00A4783C"/>
    <w:rsid w:val="00A6177B"/>
    <w:rsid w:val="00A66136"/>
    <w:rsid w:val="00AA4CBB"/>
    <w:rsid w:val="00AA4DB1"/>
    <w:rsid w:val="00AA65FA"/>
    <w:rsid w:val="00AA7351"/>
    <w:rsid w:val="00AB62AB"/>
    <w:rsid w:val="00AD056F"/>
    <w:rsid w:val="00AD6731"/>
    <w:rsid w:val="00B15D0D"/>
    <w:rsid w:val="00B54CFE"/>
    <w:rsid w:val="00B75EE1"/>
    <w:rsid w:val="00B77481"/>
    <w:rsid w:val="00B81186"/>
    <w:rsid w:val="00B8518B"/>
    <w:rsid w:val="00BA1D76"/>
    <w:rsid w:val="00BA1FEC"/>
    <w:rsid w:val="00BB4DBC"/>
    <w:rsid w:val="00BD193D"/>
    <w:rsid w:val="00BD7E91"/>
    <w:rsid w:val="00C02D0A"/>
    <w:rsid w:val="00C03A6E"/>
    <w:rsid w:val="00C44F6A"/>
    <w:rsid w:val="00C47AE3"/>
    <w:rsid w:val="00CD1FC4"/>
    <w:rsid w:val="00D2049A"/>
    <w:rsid w:val="00D21061"/>
    <w:rsid w:val="00D35272"/>
    <w:rsid w:val="00D4108E"/>
    <w:rsid w:val="00D6163D"/>
    <w:rsid w:val="00D73D46"/>
    <w:rsid w:val="00D831A3"/>
    <w:rsid w:val="00DB0628"/>
    <w:rsid w:val="00DB4961"/>
    <w:rsid w:val="00DC75F3"/>
    <w:rsid w:val="00DD46F3"/>
    <w:rsid w:val="00DE56F2"/>
    <w:rsid w:val="00DF116D"/>
    <w:rsid w:val="00DF14BF"/>
    <w:rsid w:val="00E017DC"/>
    <w:rsid w:val="00E07A64"/>
    <w:rsid w:val="00E16C19"/>
    <w:rsid w:val="00E36C4A"/>
    <w:rsid w:val="00E56D1E"/>
    <w:rsid w:val="00EB104F"/>
    <w:rsid w:val="00EB60FD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043A"/>
    <w:rsid w:val="00F659EB"/>
    <w:rsid w:val="00F86BA6"/>
    <w:rsid w:val="00FA2614"/>
    <w:rsid w:val="00FC62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196</Words>
  <Characters>1157</Characters>
  <Application>Microsoft Office Word</Application>
  <DocSecurity>4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2025-06-09T07:17:00Z</cp:lastPrinted>
  <dcterms:created xsi:type="dcterms:W3CDTF">2025-11-04T07:45:00Z</dcterms:created>
  <dcterms:modified xsi:type="dcterms:W3CDTF">2025-11-04T07:45:00Z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